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84" w:rsidRPr="00A97F1A" w:rsidRDefault="00E74784" w:rsidP="00A97F1A">
      <w:pPr>
        <w:pStyle w:val="ConsPlusNormal"/>
        <w:ind w:left="4510"/>
        <w:jc w:val="both"/>
        <w:rPr>
          <w:rFonts w:ascii="Times New Roman" w:hAnsi="Times New Roman" w:cs="Times New Roman"/>
          <w:sz w:val="28"/>
          <w:szCs w:val="28"/>
        </w:rPr>
      </w:pPr>
      <w:r w:rsidRPr="00A97F1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74784" w:rsidRDefault="00E74784" w:rsidP="00A97F1A">
      <w:pPr>
        <w:pStyle w:val="ConsPlusNormal"/>
        <w:ind w:left="4510"/>
        <w:jc w:val="both"/>
        <w:rPr>
          <w:rFonts w:ascii="Times New Roman" w:hAnsi="Times New Roman" w:cs="Times New Roman"/>
          <w:sz w:val="28"/>
          <w:szCs w:val="28"/>
        </w:rPr>
      </w:pPr>
      <w:r w:rsidRPr="00A97F1A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r w:rsidRPr="00A97F1A">
        <w:rPr>
          <w:rFonts w:ascii="Times New Roman" w:hAnsi="Times New Roman" w:cs="Times New Roman"/>
          <w:sz w:val="28"/>
          <w:szCs w:val="28"/>
        </w:rPr>
        <w:t>Белоглин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A97F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97F1A">
        <w:rPr>
          <w:rFonts w:ascii="Times New Roman" w:hAnsi="Times New Roman" w:cs="Times New Roman"/>
          <w:sz w:val="28"/>
          <w:szCs w:val="28"/>
        </w:rPr>
        <w:t xml:space="preserve"> «О  бюджете </w:t>
      </w:r>
      <w:r>
        <w:rPr>
          <w:rFonts w:ascii="Times New Roman" w:hAnsi="Times New Roman" w:cs="Times New Roman"/>
          <w:sz w:val="28"/>
          <w:szCs w:val="28"/>
        </w:rPr>
        <w:t>Центрального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A97F1A">
        <w:rPr>
          <w:rFonts w:ascii="Times New Roman" w:hAnsi="Times New Roman" w:cs="Times New Roman"/>
          <w:sz w:val="28"/>
          <w:szCs w:val="28"/>
        </w:rPr>
        <w:t>Белоглин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A97F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на 2018</w:t>
      </w:r>
      <w:r w:rsidRPr="00A97F1A">
        <w:rPr>
          <w:rFonts w:ascii="Times New Roman" w:hAnsi="Times New Roman" w:cs="Times New Roman"/>
          <w:sz w:val="28"/>
          <w:szCs w:val="28"/>
        </w:rPr>
        <w:t xml:space="preserve"> год</w:t>
      </w:r>
      <w:bookmarkStart w:id="0" w:name="_GoBack"/>
      <w:bookmarkEnd w:id="0"/>
      <w:r w:rsidRPr="00A97F1A">
        <w:rPr>
          <w:rFonts w:ascii="Times New Roman" w:hAnsi="Times New Roman" w:cs="Times New Roman"/>
          <w:sz w:val="28"/>
          <w:szCs w:val="28"/>
        </w:rPr>
        <w:t>»</w:t>
      </w:r>
    </w:p>
    <w:p w:rsidR="00E74784" w:rsidRPr="002E7E82" w:rsidRDefault="00E74784" w:rsidP="00A97F1A">
      <w:pPr>
        <w:pStyle w:val="ConsPlusNormal"/>
        <w:ind w:left="4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№45§1 от 22.12.2017г.</w:t>
      </w:r>
    </w:p>
    <w:p w:rsidR="00E74784" w:rsidRDefault="00E74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4784" w:rsidRPr="00831182" w:rsidRDefault="00E74784" w:rsidP="00831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коды</w:t>
      </w:r>
    </w:p>
    <w:p w:rsidR="00E74784" w:rsidRPr="00831182" w:rsidRDefault="00E74784" w:rsidP="008311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главных администраторов доходов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Центрального сельского пос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ления 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>Белоглин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31182">
        <w:rPr>
          <w:rFonts w:ascii="Times New Roman" w:hAnsi="Times New Roman" w:cs="Times New Roman"/>
          <w:b/>
          <w:bCs/>
          <w:sz w:val="28"/>
          <w:szCs w:val="28"/>
        </w:rPr>
        <w:t xml:space="preserve"> – органов государственной власти</w:t>
      </w:r>
    </w:p>
    <w:p w:rsidR="00E74784" w:rsidRPr="00366D13" w:rsidRDefault="00E74784" w:rsidP="008311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31182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E74784" w:rsidRPr="003B11FF" w:rsidRDefault="00E74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E74784" w:rsidRPr="00203965">
        <w:tc>
          <w:tcPr>
            <w:tcW w:w="5306" w:type="dxa"/>
            <w:gridSpan w:val="2"/>
          </w:tcPr>
          <w:p w:rsidR="00E74784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</w:t>
            </w:r>
          </w:p>
          <w:p w:rsidR="00E74784" w:rsidRPr="003B11FF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E74784" w:rsidRPr="003B11FF" w:rsidRDefault="00E74784" w:rsidP="008175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E74784" w:rsidRPr="00203965">
        <w:tc>
          <w:tcPr>
            <w:tcW w:w="2330" w:type="dxa"/>
            <w:vAlign w:val="center"/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главного админ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стратора доходов бюджета</w:t>
            </w:r>
          </w:p>
        </w:tc>
        <w:tc>
          <w:tcPr>
            <w:tcW w:w="2976" w:type="dxa"/>
            <w:vAlign w:val="center"/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4395" w:type="dxa"/>
            <w:vMerge/>
          </w:tcPr>
          <w:p w:rsidR="00E74784" w:rsidRPr="00203965" w:rsidRDefault="00E74784" w:rsidP="00316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784" w:rsidRPr="003B11FF" w:rsidRDefault="00E74784" w:rsidP="008175F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189"/>
        <w:gridCol w:w="3117"/>
        <w:gridCol w:w="4395"/>
      </w:tblGrid>
      <w:tr w:rsidR="00E74784" w:rsidRPr="00203965">
        <w:trPr>
          <w:trHeight w:val="112"/>
          <w:tblHeader/>
        </w:trPr>
        <w:tc>
          <w:tcPr>
            <w:tcW w:w="2189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7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74784" w:rsidRPr="003B11FF" w:rsidRDefault="00E74784" w:rsidP="00182C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E74784" w:rsidRPr="006713F9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DF2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DF2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E5E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960BD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Региональная энергетическая комиссия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департамент цен и тарифов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1D35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1D35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8F2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потребительской сфер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финансов</w:t>
            </w:r>
          </w:p>
          <w:p w:rsidR="00E74784" w:rsidRPr="006713F9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EF72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30B62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B62">
              <w:rPr>
                <w:rFonts w:ascii="Times New Roman" w:hAnsi="Times New Roman" w:cs="Times New Roman"/>
                <w:b/>
                <w:sz w:val="28"/>
                <w:szCs w:val="28"/>
              </w:rPr>
              <w:t>806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30B62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F30B62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B62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по финансовому и  рынку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дарственных и муниципальных нужд для нужд поселения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мые в бюджеты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203965" w:rsidRDefault="00E74784" w:rsidP="0089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203965" w:rsidRDefault="00E74784" w:rsidP="005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6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промышленной политики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1 16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F30B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808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5C9C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финансово-бюджетного надзора Краснода</w:t>
            </w: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555C9C">
              <w:rPr>
                <w:rFonts w:ascii="Times New Roman" w:hAnsi="Times New Roman" w:cs="Times New Roman"/>
                <w:b/>
                <w:sz w:val="28"/>
                <w:szCs w:val="28"/>
              </w:rPr>
              <w:t>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1 16 18050 10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тельства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лений)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1 16 32000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дарственны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и муниципальных нужд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записи актов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гражданского состояния</w:t>
            </w:r>
          </w:p>
          <w:p w:rsidR="00E74784" w:rsidRPr="006713F9" w:rsidRDefault="00E74784" w:rsidP="00555C9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6F0D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6F0D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55C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счетная палата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1 13 02995 10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трат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Судебного департамента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Краснодарском крае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55C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>816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</w:t>
            </w:r>
          </w:p>
          <w:p w:rsidR="00E74784" w:rsidRPr="0003159E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5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1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E7E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сельского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хозя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ства и перерабатывающей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промышленности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819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гражданской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обороны и чрезвычайных</w:t>
            </w:r>
          </w:p>
          <w:p w:rsidR="00E74784" w:rsidRPr="006713F9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ситуаций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6713F9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155F05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F05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315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имущественных</w:t>
            </w:r>
          </w:p>
          <w:p w:rsidR="00E74784" w:rsidRPr="00C15A04" w:rsidRDefault="00E74784" w:rsidP="0003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отношений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FF6524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ной платы за земельные участки, которые расположены в границах сельских поселений, находятся в федеральной собственности и 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ществление полномочий по упра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лению и распоряжению которыми передано органам государственной власти субъектов Российской Ф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дерации, а также средства от пр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ров аренды указанных земельных участков**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1 14 06033 10 0000 430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15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которые расположены в границах сельских поселений, 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ходятся в федеральной собстве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ности и осуществление полном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чий по управлению и распоряж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нию которыми передано органам государственной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9C7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1 16 51040 10 0000 140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блюдение муниципальных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 актов, зачисляемые в бюджеты поселений 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комиссия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топли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noBreakHyphen/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энергетического комплекса и жилищно</w:t>
            </w:r>
            <w:r w:rsidRPr="009715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noBreakHyphen/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коммунального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хозяйства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0B043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строительства</w:t>
            </w:r>
          </w:p>
          <w:p w:rsidR="00E74784" w:rsidRPr="00C15A04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4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1 16 37050 10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Поступление сумм в возмещении вреда, причиняемого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дорогам регионального или межмуниципального значения транспортными средствами,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ществляющими перевозки тяжел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весных и (или) крупногабаритных грузов, зачисляемые в бюджеты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1 16 46000 10 0000 140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полнителем (подрядчиком)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 государственных контрактов или иных договоров, финансиру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мых за счет средств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дорожных фондов поселений, либо в связи с уклонением от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ключения таких контрактов или иных договоров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мые в бюджеты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B55D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образования,</w:t>
            </w:r>
          </w:p>
          <w:p w:rsidR="00E74784" w:rsidRPr="00C15A04" w:rsidRDefault="00E74784" w:rsidP="00B55D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науки и молодежной политики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 w:rsidTr="00B55D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9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 w:rsidTr="00B55D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B55D3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культуры</w:t>
            </w:r>
          </w:p>
          <w:p w:rsidR="00E74784" w:rsidRPr="00C15A04" w:rsidRDefault="00E74784" w:rsidP="00B55D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1 16 32000 05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B55D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здравоохранения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92F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1 16 330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</w:t>
            </w:r>
          </w:p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культуры и спорта Краснода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труда</w:t>
            </w:r>
          </w:p>
          <w:p w:rsidR="00E74784" w:rsidRPr="00C15A04" w:rsidRDefault="00E74784" w:rsidP="00C77D9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социального развития</w:t>
            </w:r>
          </w:p>
          <w:p w:rsidR="00E74784" w:rsidRPr="00C15A04" w:rsidRDefault="00E74784" w:rsidP="00C77D9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B4533A" w:rsidRDefault="00E74784" w:rsidP="00B453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C77D9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Государственное управление</w:t>
            </w:r>
          </w:p>
          <w:p w:rsidR="00E74784" w:rsidRPr="00C15A04" w:rsidRDefault="00E74784" w:rsidP="00C77D9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ветеринарии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C77D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834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молодежной пол</w:t>
            </w: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тики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AE30D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 надзору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строительной сфере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0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0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837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AE30D6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0D6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труда и занятости населения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AE30D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Государственная жилищная</w:t>
            </w:r>
          </w:p>
          <w:p w:rsidR="00E74784" w:rsidRPr="00C15A04" w:rsidRDefault="00E74784" w:rsidP="00AE30D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инспекция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A3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1 16 900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A3C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841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государственной о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раны объектов культурного н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следия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4C36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транспорта</w:t>
            </w:r>
          </w:p>
          <w:p w:rsidR="00E74784" w:rsidRPr="00C15A04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дорожного хозяйства</w:t>
            </w:r>
          </w:p>
          <w:p w:rsidR="00E74784" w:rsidRPr="00C15A04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9C7628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9C7628" w:rsidRDefault="00E74784" w:rsidP="005608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C36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C36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845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C36D7" w:rsidRDefault="00E74784" w:rsidP="004C36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стратегического развития, инвестиций и внешн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4C36D7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экономической деятельности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848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виноградарству, виноделию и алкогольной пр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мышленности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851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417A7C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надзору в области долевого строительства Красн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417A7C">
              <w:rPr>
                <w:rFonts w:ascii="Times New Roman" w:hAnsi="Times New Roman" w:cs="Times New Roman"/>
                <w:b/>
                <w:sz w:val="28"/>
                <w:szCs w:val="28"/>
              </w:rPr>
              <w:t>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природных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ресурсов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1 16 25074 10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лесного законодател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ства на лесных участках, наход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щихся 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1 16 25085 10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водного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ства, установленное на водных объектах, находящихся в собс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венности поселения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18B7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8B7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5518B7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по регулированию контрактной системы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размещении заказов на поставки товаров,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 работ, оказание услуг для нужд 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70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Департамент информатизации и связи Краснодарского края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B02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857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C15A04" w:rsidRDefault="00E74784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784" w:rsidRPr="00C15A04" w:rsidRDefault="00E74784" w:rsidP="00417A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Уполномоченный по защите прав предпринимателей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Краснодарском крае</w:t>
            </w:r>
          </w:p>
          <w:p w:rsidR="00E74784" w:rsidRPr="00C15A04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его аппарат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0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доходы краевого бюджета, администрирование которых может осуществляться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главными администраторами доходов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государственными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органами Краснодарского края</w:t>
            </w:r>
          </w:p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1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пределах их компетенции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0C7110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1 08 07084 10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417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дательством Российской Федер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ции, зачисляемая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DE3C5D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DE3C5D" w:rsidRDefault="00E74784" w:rsidP="002C3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DE3C5D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1 16 25085 10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водного законодател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ства, установленное на водных объектах, находящихся в собс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1 16 32000 10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ного в результате незаконного или нецелевого использования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жетных средств (в части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1 16 33050 10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дарственных и муниципальных нужд для нужд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1 16 35030 10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1 16 90050 10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AE39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1 17 01050 10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числяемые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1 17 05050 10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 0000 180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1C24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 xml:space="preserve">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hyperlink r:id="rId6" w:history="1">
              <w:r w:rsidRPr="003B11FF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*</w:t>
              </w:r>
            </w:hyperlink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84" w:rsidRPr="0020396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2C3E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74784" w:rsidRPr="003B11FF" w:rsidRDefault="00E74784" w:rsidP="005608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784" w:rsidRDefault="00E74784" w:rsidP="00FF652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 В том числе: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1) по видам и подвидам доходов;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2) по видам источников.</w:t>
      </w:r>
    </w:p>
    <w:p w:rsidR="00E74784" w:rsidRPr="003B11FF" w:rsidRDefault="00E74784" w:rsidP="00153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** В части доходов, зачисляемых в краевой бюджет в соответствии с бюдже</w:t>
      </w:r>
      <w:r w:rsidRPr="003B11FF">
        <w:rPr>
          <w:rFonts w:ascii="Times New Roman" w:hAnsi="Times New Roman" w:cs="Times New Roman"/>
          <w:sz w:val="28"/>
          <w:szCs w:val="28"/>
        </w:rPr>
        <w:t>т</w:t>
      </w:r>
      <w:r w:rsidRPr="003B11FF">
        <w:rPr>
          <w:rFonts w:ascii="Times New Roman" w:hAnsi="Times New Roman" w:cs="Times New Roman"/>
          <w:sz w:val="28"/>
          <w:szCs w:val="28"/>
        </w:rPr>
        <w:t>ным законодательством.</w:t>
      </w: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1FF">
        <w:rPr>
          <w:rFonts w:ascii="Times New Roman" w:hAnsi="Times New Roman" w:cs="Times New Roman"/>
          <w:sz w:val="28"/>
          <w:szCs w:val="28"/>
        </w:rPr>
        <w:t>*** Штрафы, налагаемые административными комиссиями и уполномоченн</w:t>
      </w:r>
      <w:r w:rsidRPr="003B11FF">
        <w:rPr>
          <w:rFonts w:ascii="Times New Roman" w:hAnsi="Times New Roman" w:cs="Times New Roman"/>
          <w:sz w:val="28"/>
          <w:szCs w:val="28"/>
        </w:rPr>
        <w:t>ы</w:t>
      </w:r>
      <w:r w:rsidRPr="003B11FF">
        <w:rPr>
          <w:rFonts w:ascii="Times New Roman" w:hAnsi="Times New Roman" w:cs="Times New Roman"/>
          <w:sz w:val="28"/>
          <w:szCs w:val="28"/>
        </w:rPr>
        <w:t>ми должностными лицами департамента имущественных отношений Красн</w:t>
      </w:r>
      <w:r w:rsidRPr="003B11FF">
        <w:rPr>
          <w:rFonts w:ascii="Times New Roman" w:hAnsi="Times New Roman" w:cs="Times New Roman"/>
          <w:sz w:val="28"/>
          <w:szCs w:val="28"/>
        </w:rPr>
        <w:t>о</w:t>
      </w:r>
      <w:r w:rsidRPr="003B11FF">
        <w:rPr>
          <w:rFonts w:ascii="Times New Roman" w:hAnsi="Times New Roman" w:cs="Times New Roman"/>
          <w:sz w:val="28"/>
          <w:szCs w:val="28"/>
        </w:rPr>
        <w:t xml:space="preserve">дарского края в соответствии с положениями, установленными </w:t>
      </w:r>
      <w:hyperlink r:id="rId7" w:history="1">
        <w:r w:rsidRPr="003B11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B11FF">
        <w:rPr>
          <w:rFonts w:ascii="Times New Roman" w:hAnsi="Times New Roman" w:cs="Times New Roman"/>
          <w:sz w:val="28"/>
          <w:szCs w:val="28"/>
        </w:rPr>
        <w:t xml:space="preserve"> Кра</w:t>
      </w:r>
      <w:r w:rsidRPr="003B11FF">
        <w:rPr>
          <w:rFonts w:ascii="Times New Roman" w:hAnsi="Times New Roman" w:cs="Times New Roman"/>
          <w:sz w:val="28"/>
          <w:szCs w:val="28"/>
        </w:rPr>
        <w:t>с</w:t>
      </w:r>
      <w:r w:rsidRPr="003B11FF">
        <w:rPr>
          <w:rFonts w:ascii="Times New Roman" w:hAnsi="Times New Roman" w:cs="Times New Roman"/>
          <w:sz w:val="28"/>
          <w:szCs w:val="28"/>
        </w:rPr>
        <w:t>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rFonts w:ascii="Times New Roman" w:hAnsi="Times New Roman" w:cs="Times New Roman"/>
          <w:sz w:val="28"/>
          <w:szCs w:val="28"/>
        </w:rPr>
        <w:t xml:space="preserve">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B11FF">
        <w:rPr>
          <w:rFonts w:ascii="Times New Roman" w:hAnsi="Times New Roman" w:cs="Times New Roman"/>
          <w:sz w:val="28"/>
          <w:szCs w:val="28"/>
        </w:rPr>
        <w:t>Об административных прав</w:t>
      </w:r>
      <w:r w:rsidRPr="003B11FF">
        <w:rPr>
          <w:rFonts w:ascii="Times New Roman" w:hAnsi="Times New Roman" w:cs="Times New Roman"/>
          <w:sz w:val="28"/>
          <w:szCs w:val="28"/>
        </w:rPr>
        <w:t>о</w:t>
      </w:r>
      <w:r w:rsidRPr="003B11FF">
        <w:rPr>
          <w:rFonts w:ascii="Times New Roman" w:hAnsi="Times New Roman" w:cs="Times New Roman"/>
          <w:sz w:val="28"/>
          <w:szCs w:val="28"/>
        </w:rPr>
        <w:t>нарушениях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B11FF">
        <w:rPr>
          <w:rFonts w:ascii="Times New Roman" w:hAnsi="Times New Roman" w:cs="Times New Roman"/>
          <w:sz w:val="28"/>
          <w:szCs w:val="28"/>
        </w:rPr>
        <w:t>.</w:t>
      </w: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784" w:rsidRDefault="00E74784" w:rsidP="00560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784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главы,  начальник</w:t>
      </w:r>
    </w:p>
    <w:p w:rsidR="00E74784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отдела администрации </w:t>
      </w:r>
    </w:p>
    <w:p w:rsidR="00E74784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Центрального сельского</w:t>
      </w:r>
    </w:p>
    <w:p w:rsidR="00E74784" w:rsidRPr="00BF5083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Белоглинского района</w:t>
      </w:r>
      <w:r w:rsidRPr="0090138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Н. П. Катукова           </w:t>
      </w:r>
    </w:p>
    <w:p w:rsidR="00E74784" w:rsidRDefault="00E74784" w:rsidP="001C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4784" w:rsidSect="009C7628">
      <w:headerReference w:type="default" r:id="rId8"/>
      <w:pgSz w:w="11906" w:h="16838"/>
      <w:pgMar w:top="851" w:right="567" w:bottom="851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784" w:rsidRDefault="00E74784" w:rsidP="00960F7B">
      <w:pPr>
        <w:spacing w:after="0" w:line="240" w:lineRule="auto"/>
      </w:pPr>
      <w:r>
        <w:separator/>
      </w:r>
    </w:p>
  </w:endnote>
  <w:endnote w:type="continuationSeparator" w:id="1">
    <w:p w:rsidR="00E74784" w:rsidRDefault="00E74784" w:rsidP="0096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784" w:rsidRDefault="00E74784" w:rsidP="00960F7B">
      <w:pPr>
        <w:spacing w:after="0" w:line="240" w:lineRule="auto"/>
      </w:pPr>
      <w:r>
        <w:separator/>
      </w:r>
    </w:p>
  </w:footnote>
  <w:footnote w:type="continuationSeparator" w:id="1">
    <w:p w:rsidR="00E74784" w:rsidRDefault="00E74784" w:rsidP="0096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784" w:rsidRPr="009C7628" w:rsidRDefault="00E74784" w:rsidP="009C762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11A5B">
      <w:rPr>
        <w:rFonts w:ascii="Times New Roman" w:hAnsi="Times New Roman" w:cs="Times New Roman"/>
        <w:sz w:val="28"/>
        <w:szCs w:val="28"/>
      </w:rPr>
      <w:fldChar w:fldCharType="begin"/>
    </w:r>
    <w:r w:rsidRPr="00811A5B">
      <w:rPr>
        <w:rFonts w:ascii="Times New Roman" w:hAnsi="Times New Roman" w:cs="Times New Roman"/>
        <w:sz w:val="28"/>
        <w:szCs w:val="28"/>
      </w:rPr>
      <w:instrText>PAGE   \* MERGEFORMAT</w:instrText>
    </w:r>
    <w:r w:rsidRPr="00811A5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17</w:t>
    </w:r>
    <w:r w:rsidRPr="00811A5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62"/>
    <w:rsid w:val="000042F2"/>
    <w:rsid w:val="00013591"/>
    <w:rsid w:val="00015654"/>
    <w:rsid w:val="0001776D"/>
    <w:rsid w:val="00021BC1"/>
    <w:rsid w:val="0002232B"/>
    <w:rsid w:val="00026D22"/>
    <w:rsid w:val="00030CCB"/>
    <w:rsid w:val="00030E48"/>
    <w:rsid w:val="0003159E"/>
    <w:rsid w:val="0003210A"/>
    <w:rsid w:val="0003592A"/>
    <w:rsid w:val="00036479"/>
    <w:rsid w:val="00037640"/>
    <w:rsid w:val="0004040F"/>
    <w:rsid w:val="00043550"/>
    <w:rsid w:val="000435D4"/>
    <w:rsid w:val="00043ADB"/>
    <w:rsid w:val="00046028"/>
    <w:rsid w:val="000504E3"/>
    <w:rsid w:val="00055D5B"/>
    <w:rsid w:val="00056E40"/>
    <w:rsid w:val="00062186"/>
    <w:rsid w:val="00062D74"/>
    <w:rsid w:val="0006779C"/>
    <w:rsid w:val="000725C8"/>
    <w:rsid w:val="0007397E"/>
    <w:rsid w:val="000743B0"/>
    <w:rsid w:val="00075385"/>
    <w:rsid w:val="000760CE"/>
    <w:rsid w:val="000760FE"/>
    <w:rsid w:val="00083690"/>
    <w:rsid w:val="0008393A"/>
    <w:rsid w:val="00084D7C"/>
    <w:rsid w:val="000851E6"/>
    <w:rsid w:val="00090242"/>
    <w:rsid w:val="00097F9B"/>
    <w:rsid w:val="000A0B37"/>
    <w:rsid w:val="000A1D45"/>
    <w:rsid w:val="000A3CFC"/>
    <w:rsid w:val="000A4A82"/>
    <w:rsid w:val="000A5040"/>
    <w:rsid w:val="000A5872"/>
    <w:rsid w:val="000A5B25"/>
    <w:rsid w:val="000B0253"/>
    <w:rsid w:val="000B043A"/>
    <w:rsid w:val="000B25FB"/>
    <w:rsid w:val="000B3C77"/>
    <w:rsid w:val="000B6CDF"/>
    <w:rsid w:val="000C0222"/>
    <w:rsid w:val="000C38FB"/>
    <w:rsid w:val="000C7110"/>
    <w:rsid w:val="000C7562"/>
    <w:rsid w:val="000D4B11"/>
    <w:rsid w:val="000E1B61"/>
    <w:rsid w:val="000E533B"/>
    <w:rsid w:val="000E5B29"/>
    <w:rsid w:val="000E6FE8"/>
    <w:rsid w:val="000E792D"/>
    <w:rsid w:val="000F0E16"/>
    <w:rsid w:val="000F3CFB"/>
    <w:rsid w:val="000F443E"/>
    <w:rsid w:val="000F47DA"/>
    <w:rsid w:val="00100218"/>
    <w:rsid w:val="001068C1"/>
    <w:rsid w:val="001077A7"/>
    <w:rsid w:val="00110E50"/>
    <w:rsid w:val="0011402D"/>
    <w:rsid w:val="00114D44"/>
    <w:rsid w:val="00122EA8"/>
    <w:rsid w:val="001239D8"/>
    <w:rsid w:val="00124C00"/>
    <w:rsid w:val="0012720A"/>
    <w:rsid w:val="0013219C"/>
    <w:rsid w:val="00135BA0"/>
    <w:rsid w:val="00135C58"/>
    <w:rsid w:val="001364FD"/>
    <w:rsid w:val="00142DFF"/>
    <w:rsid w:val="00145369"/>
    <w:rsid w:val="00150576"/>
    <w:rsid w:val="00153487"/>
    <w:rsid w:val="00153DA7"/>
    <w:rsid w:val="00155AFF"/>
    <w:rsid w:val="00155F05"/>
    <w:rsid w:val="001602D9"/>
    <w:rsid w:val="00162D83"/>
    <w:rsid w:val="00163FC5"/>
    <w:rsid w:val="00165664"/>
    <w:rsid w:val="00166249"/>
    <w:rsid w:val="0018088C"/>
    <w:rsid w:val="0018200A"/>
    <w:rsid w:val="00182C89"/>
    <w:rsid w:val="0018798D"/>
    <w:rsid w:val="00190C29"/>
    <w:rsid w:val="0019274F"/>
    <w:rsid w:val="0019474F"/>
    <w:rsid w:val="00195DBD"/>
    <w:rsid w:val="001A5B6F"/>
    <w:rsid w:val="001A7D1C"/>
    <w:rsid w:val="001B0C11"/>
    <w:rsid w:val="001B1970"/>
    <w:rsid w:val="001B28AF"/>
    <w:rsid w:val="001B564D"/>
    <w:rsid w:val="001C01CE"/>
    <w:rsid w:val="001C1D18"/>
    <w:rsid w:val="001C2413"/>
    <w:rsid w:val="001C2C68"/>
    <w:rsid w:val="001C64C5"/>
    <w:rsid w:val="001D1471"/>
    <w:rsid w:val="001D35A4"/>
    <w:rsid w:val="001D3DA9"/>
    <w:rsid w:val="001E27A0"/>
    <w:rsid w:val="001F1CFB"/>
    <w:rsid w:val="001F2B8E"/>
    <w:rsid w:val="001F431B"/>
    <w:rsid w:val="001F49D1"/>
    <w:rsid w:val="001F6394"/>
    <w:rsid w:val="001F7337"/>
    <w:rsid w:val="001F7FA3"/>
    <w:rsid w:val="00203965"/>
    <w:rsid w:val="00203B5B"/>
    <w:rsid w:val="00206797"/>
    <w:rsid w:val="002070F2"/>
    <w:rsid w:val="00211150"/>
    <w:rsid w:val="002116C2"/>
    <w:rsid w:val="0021195D"/>
    <w:rsid w:val="00212479"/>
    <w:rsid w:val="00214B9D"/>
    <w:rsid w:val="00216BCA"/>
    <w:rsid w:val="002176EF"/>
    <w:rsid w:val="0022525B"/>
    <w:rsid w:val="00231F3C"/>
    <w:rsid w:val="002325F8"/>
    <w:rsid w:val="0023332F"/>
    <w:rsid w:val="00233372"/>
    <w:rsid w:val="00234BF8"/>
    <w:rsid w:val="00236A2A"/>
    <w:rsid w:val="002420EB"/>
    <w:rsid w:val="00242E72"/>
    <w:rsid w:val="00243346"/>
    <w:rsid w:val="00243438"/>
    <w:rsid w:val="00243C94"/>
    <w:rsid w:val="00244BA3"/>
    <w:rsid w:val="002463C6"/>
    <w:rsid w:val="00247182"/>
    <w:rsid w:val="002501B9"/>
    <w:rsid w:val="00250534"/>
    <w:rsid w:val="0025206C"/>
    <w:rsid w:val="0025284B"/>
    <w:rsid w:val="0025752E"/>
    <w:rsid w:val="002605DC"/>
    <w:rsid w:val="00262141"/>
    <w:rsid w:val="00263CB1"/>
    <w:rsid w:val="00264D61"/>
    <w:rsid w:val="002650FB"/>
    <w:rsid w:val="00270901"/>
    <w:rsid w:val="00270D82"/>
    <w:rsid w:val="00272A9C"/>
    <w:rsid w:val="00272E95"/>
    <w:rsid w:val="00275838"/>
    <w:rsid w:val="00276F57"/>
    <w:rsid w:val="00286AC1"/>
    <w:rsid w:val="0028754A"/>
    <w:rsid w:val="00287AD4"/>
    <w:rsid w:val="0029025E"/>
    <w:rsid w:val="00290623"/>
    <w:rsid w:val="00292FB9"/>
    <w:rsid w:val="00297126"/>
    <w:rsid w:val="002A40AF"/>
    <w:rsid w:val="002A49D4"/>
    <w:rsid w:val="002A5F0F"/>
    <w:rsid w:val="002B0A67"/>
    <w:rsid w:val="002B230B"/>
    <w:rsid w:val="002B4928"/>
    <w:rsid w:val="002C0D04"/>
    <w:rsid w:val="002C2C31"/>
    <w:rsid w:val="002C3ED3"/>
    <w:rsid w:val="002C6685"/>
    <w:rsid w:val="002C66C2"/>
    <w:rsid w:val="002E14D6"/>
    <w:rsid w:val="002E266B"/>
    <w:rsid w:val="002E36C1"/>
    <w:rsid w:val="002E7E82"/>
    <w:rsid w:val="002F3E92"/>
    <w:rsid w:val="003021C7"/>
    <w:rsid w:val="003028D0"/>
    <w:rsid w:val="00305A02"/>
    <w:rsid w:val="0031606C"/>
    <w:rsid w:val="00317F7C"/>
    <w:rsid w:val="003203E1"/>
    <w:rsid w:val="00321C34"/>
    <w:rsid w:val="003234DD"/>
    <w:rsid w:val="0032588E"/>
    <w:rsid w:val="00326BDC"/>
    <w:rsid w:val="003458D9"/>
    <w:rsid w:val="0034760A"/>
    <w:rsid w:val="00347A31"/>
    <w:rsid w:val="00363463"/>
    <w:rsid w:val="00365514"/>
    <w:rsid w:val="00366D13"/>
    <w:rsid w:val="0037283C"/>
    <w:rsid w:val="00373E80"/>
    <w:rsid w:val="00374CE8"/>
    <w:rsid w:val="003759CB"/>
    <w:rsid w:val="00375F0D"/>
    <w:rsid w:val="00381F39"/>
    <w:rsid w:val="0038218D"/>
    <w:rsid w:val="00382454"/>
    <w:rsid w:val="00386BC9"/>
    <w:rsid w:val="003919A9"/>
    <w:rsid w:val="003956AC"/>
    <w:rsid w:val="0039735E"/>
    <w:rsid w:val="0039755F"/>
    <w:rsid w:val="003A1A31"/>
    <w:rsid w:val="003A1E98"/>
    <w:rsid w:val="003A5809"/>
    <w:rsid w:val="003A6948"/>
    <w:rsid w:val="003B09EB"/>
    <w:rsid w:val="003B11FF"/>
    <w:rsid w:val="003B1421"/>
    <w:rsid w:val="003B3D59"/>
    <w:rsid w:val="003B7063"/>
    <w:rsid w:val="003C02FB"/>
    <w:rsid w:val="003C60A2"/>
    <w:rsid w:val="003D1FCE"/>
    <w:rsid w:val="003D3448"/>
    <w:rsid w:val="003D43BA"/>
    <w:rsid w:val="003E00AB"/>
    <w:rsid w:val="003E318F"/>
    <w:rsid w:val="003E4273"/>
    <w:rsid w:val="003E5A7A"/>
    <w:rsid w:val="003E77B3"/>
    <w:rsid w:val="003F0621"/>
    <w:rsid w:val="003F2887"/>
    <w:rsid w:val="003F31FE"/>
    <w:rsid w:val="003F3650"/>
    <w:rsid w:val="003F4703"/>
    <w:rsid w:val="003F48FE"/>
    <w:rsid w:val="003F61C7"/>
    <w:rsid w:val="003F62E4"/>
    <w:rsid w:val="003F6D6C"/>
    <w:rsid w:val="00404434"/>
    <w:rsid w:val="00405528"/>
    <w:rsid w:val="0041572D"/>
    <w:rsid w:val="00416E29"/>
    <w:rsid w:val="00417A7C"/>
    <w:rsid w:val="00420FCD"/>
    <w:rsid w:val="00423A0D"/>
    <w:rsid w:val="00425F30"/>
    <w:rsid w:val="004310AC"/>
    <w:rsid w:val="00432112"/>
    <w:rsid w:val="00434237"/>
    <w:rsid w:val="004351AA"/>
    <w:rsid w:val="00443190"/>
    <w:rsid w:val="004443D4"/>
    <w:rsid w:val="00445425"/>
    <w:rsid w:val="004500CF"/>
    <w:rsid w:val="004501D5"/>
    <w:rsid w:val="00452CC8"/>
    <w:rsid w:val="00457837"/>
    <w:rsid w:val="0046236E"/>
    <w:rsid w:val="0046353A"/>
    <w:rsid w:val="0046614E"/>
    <w:rsid w:val="00467203"/>
    <w:rsid w:val="0047121C"/>
    <w:rsid w:val="00471ECC"/>
    <w:rsid w:val="00476CF6"/>
    <w:rsid w:val="00483EAA"/>
    <w:rsid w:val="004866FF"/>
    <w:rsid w:val="00490252"/>
    <w:rsid w:val="00492EEC"/>
    <w:rsid w:val="00494DCC"/>
    <w:rsid w:val="004957BD"/>
    <w:rsid w:val="004A043D"/>
    <w:rsid w:val="004A111A"/>
    <w:rsid w:val="004A481E"/>
    <w:rsid w:val="004A6706"/>
    <w:rsid w:val="004A6BF7"/>
    <w:rsid w:val="004A7E84"/>
    <w:rsid w:val="004A7FDE"/>
    <w:rsid w:val="004B3D1F"/>
    <w:rsid w:val="004B6EB7"/>
    <w:rsid w:val="004C32AA"/>
    <w:rsid w:val="004C36D7"/>
    <w:rsid w:val="004C3AD7"/>
    <w:rsid w:val="004D2432"/>
    <w:rsid w:val="004D5B83"/>
    <w:rsid w:val="004E53B3"/>
    <w:rsid w:val="004E6057"/>
    <w:rsid w:val="004F0C52"/>
    <w:rsid w:val="004F50FF"/>
    <w:rsid w:val="004F7141"/>
    <w:rsid w:val="00500B91"/>
    <w:rsid w:val="00501A36"/>
    <w:rsid w:val="00504354"/>
    <w:rsid w:val="005059F0"/>
    <w:rsid w:val="00512DF3"/>
    <w:rsid w:val="00512EBC"/>
    <w:rsid w:val="00516750"/>
    <w:rsid w:val="00521073"/>
    <w:rsid w:val="00524691"/>
    <w:rsid w:val="00534F42"/>
    <w:rsid w:val="005352A0"/>
    <w:rsid w:val="00535E38"/>
    <w:rsid w:val="005370B4"/>
    <w:rsid w:val="00542743"/>
    <w:rsid w:val="005446DD"/>
    <w:rsid w:val="0055090B"/>
    <w:rsid w:val="005518B7"/>
    <w:rsid w:val="00554EF7"/>
    <w:rsid w:val="00555C9C"/>
    <w:rsid w:val="005573B2"/>
    <w:rsid w:val="005608CC"/>
    <w:rsid w:val="005640FF"/>
    <w:rsid w:val="00565126"/>
    <w:rsid w:val="005658A4"/>
    <w:rsid w:val="00570872"/>
    <w:rsid w:val="005714F8"/>
    <w:rsid w:val="00571645"/>
    <w:rsid w:val="00574B56"/>
    <w:rsid w:val="00581A8F"/>
    <w:rsid w:val="00583489"/>
    <w:rsid w:val="00585720"/>
    <w:rsid w:val="00586B64"/>
    <w:rsid w:val="00590E09"/>
    <w:rsid w:val="005939A3"/>
    <w:rsid w:val="00594368"/>
    <w:rsid w:val="00594420"/>
    <w:rsid w:val="005A18DA"/>
    <w:rsid w:val="005B1A83"/>
    <w:rsid w:val="005B2BD9"/>
    <w:rsid w:val="005B310D"/>
    <w:rsid w:val="005B43A2"/>
    <w:rsid w:val="005B43B9"/>
    <w:rsid w:val="005B4646"/>
    <w:rsid w:val="005B570B"/>
    <w:rsid w:val="005C2301"/>
    <w:rsid w:val="005C25C5"/>
    <w:rsid w:val="005C48A4"/>
    <w:rsid w:val="005C65A6"/>
    <w:rsid w:val="005C6E7C"/>
    <w:rsid w:val="005E0BB9"/>
    <w:rsid w:val="005E14E3"/>
    <w:rsid w:val="005E1E97"/>
    <w:rsid w:val="005E42CC"/>
    <w:rsid w:val="005E4DCA"/>
    <w:rsid w:val="005E7FAC"/>
    <w:rsid w:val="005F7B18"/>
    <w:rsid w:val="005F7DFC"/>
    <w:rsid w:val="00600BF5"/>
    <w:rsid w:val="0060153F"/>
    <w:rsid w:val="0060329F"/>
    <w:rsid w:val="00605979"/>
    <w:rsid w:val="0060659D"/>
    <w:rsid w:val="006075DF"/>
    <w:rsid w:val="006079B8"/>
    <w:rsid w:val="00607B61"/>
    <w:rsid w:val="00610E2B"/>
    <w:rsid w:val="00615A93"/>
    <w:rsid w:val="006166FE"/>
    <w:rsid w:val="006253C8"/>
    <w:rsid w:val="00625BB1"/>
    <w:rsid w:val="00626213"/>
    <w:rsid w:val="00633DB9"/>
    <w:rsid w:val="00636373"/>
    <w:rsid w:val="00641BBB"/>
    <w:rsid w:val="00644C4D"/>
    <w:rsid w:val="006461CE"/>
    <w:rsid w:val="00657A51"/>
    <w:rsid w:val="00662D6C"/>
    <w:rsid w:val="006665E9"/>
    <w:rsid w:val="0066746E"/>
    <w:rsid w:val="006713F9"/>
    <w:rsid w:val="00673653"/>
    <w:rsid w:val="00673A87"/>
    <w:rsid w:val="00673AFF"/>
    <w:rsid w:val="00675182"/>
    <w:rsid w:val="006751A5"/>
    <w:rsid w:val="0069772C"/>
    <w:rsid w:val="006A0187"/>
    <w:rsid w:val="006A3874"/>
    <w:rsid w:val="006A78DB"/>
    <w:rsid w:val="006B3FA9"/>
    <w:rsid w:val="006B50D0"/>
    <w:rsid w:val="006B53C5"/>
    <w:rsid w:val="006B5F5A"/>
    <w:rsid w:val="006B6592"/>
    <w:rsid w:val="006C079A"/>
    <w:rsid w:val="006C0BDA"/>
    <w:rsid w:val="006C1163"/>
    <w:rsid w:val="006C2B5F"/>
    <w:rsid w:val="006C6CCF"/>
    <w:rsid w:val="006D048F"/>
    <w:rsid w:val="006D316D"/>
    <w:rsid w:val="006D34DA"/>
    <w:rsid w:val="006D6D97"/>
    <w:rsid w:val="006E1AA1"/>
    <w:rsid w:val="006E5F81"/>
    <w:rsid w:val="006E6680"/>
    <w:rsid w:val="006F0DA6"/>
    <w:rsid w:val="006F70D3"/>
    <w:rsid w:val="0070414F"/>
    <w:rsid w:val="00704205"/>
    <w:rsid w:val="00710B69"/>
    <w:rsid w:val="00712CC0"/>
    <w:rsid w:val="00717B67"/>
    <w:rsid w:val="00721886"/>
    <w:rsid w:val="00722D20"/>
    <w:rsid w:val="00724A99"/>
    <w:rsid w:val="00730755"/>
    <w:rsid w:val="00741DB2"/>
    <w:rsid w:val="00744CB6"/>
    <w:rsid w:val="00745087"/>
    <w:rsid w:val="00746B01"/>
    <w:rsid w:val="00750393"/>
    <w:rsid w:val="00751253"/>
    <w:rsid w:val="007520CF"/>
    <w:rsid w:val="007535B2"/>
    <w:rsid w:val="00753B62"/>
    <w:rsid w:val="00754166"/>
    <w:rsid w:val="007559C0"/>
    <w:rsid w:val="007632D4"/>
    <w:rsid w:val="007636DC"/>
    <w:rsid w:val="00767437"/>
    <w:rsid w:val="00773653"/>
    <w:rsid w:val="00781617"/>
    <w:rsid w:val="00785466"/>
    <w:rsid w:val="007863EF"/>
    <w:rsid w:val="00791C6F"/>
    <w:rsid w:val="007936BD"/>
    <w:rsid w:val="00795FEE"/>
    <w:rsid w:val="00796447"/>
    <w:rsid w:val="0079688D"/>
    <w:rsid w:val="0079729E"/>
    <w:rsid w:val="00797E8E"/>
    <w:rsid w:val="00797F9E"/>
    <w:rsid w:val="007A69AE"/>
    <w:rsid w:val="007A6B8B"/>
    <w:rsid w:val="007B0CEC"/>
    <w:rsid w:val="007B0E44"/>
    <w:rsid w:val="007B2B9C"/>
    <w:rsid w:val="007B6F77"/>
    <w:rsid w:val="007C12C3"/>
    <w:rsid w:val="007C35FC"/>
    <w:rsid w:val="007C4CE3"/>
    <w:rsid w:val="007D10E1"/>
    <w:rsid w:val="007D1ECF"/>
    <w:rsid w:val="007D3428"/>
    <w:rsid w:val="007D4A54"/>
    <w:rsid w:val="007D6F6B"/>
    <w:rsid w:val="007E0562"/>
    <w:rsid w:val="007E4A1A"/>
    <w:rsid w:val="007E65D0"/>
    <w:rsid w:val="007F09D8"/>
    <w:rsid w:val="007F0FA2"/>
    <w:rsid w:val="007F3B18"/>
    <w:rsid w:val="007F733C"/>
    <w:rsid w:val="008004FB"/>
    <w:rsid w:val="008008DA"/>
    <w:rsid w:val="00803136"/>
    <w:rsid w:val="00803A92"/>
    <w:rsid w:val="00811A5B"/>
    <w:rsid w:val="00813506"/>
    <w:rsid w:val="00817292"/>
    <w:rsid w:val="008175FC"/>
    <w:rsid w:val="008177D0"/>
    <w:rsid w:val="00817ECC"/>
    <w:rsid w:val="008214B0"/>
    <w:rsid w:val="00821E67"/>
    <w:rsid w:val="008228A4"/>
    <w:rsid w:val="00823F32"/>
    <w:rsid w:val="0082415C"/>
    <w:rsid w:val="008242EB"/>
    <w:rsid w:val="0083099E"/>
    <w:rsid w:val="00831182"/>
    <w:rsid w:val="00831858"/>
    <w:rsid w:val="0084078D"/>
    <w:rsid w:val="008439CF"/>
    <w:rsid w:val="008460C3"/>
    <w:rsid w:val="00847516"/>
    <w:rsid w:val="008477B9"/>
    <w:rsid w:val="0085148E"/>
    <w:rsid w:val="00851D00"/>
    <w:rsid w:val="00851F37"/>
    <w:rsid w:val="00852226"/>
    <w:rsid w:val="0085368A"/>
    <w:rsid w:val="008631EE"/>
    <w:rsid w:val="008636AA"/>
    <w:rsid w:val="008638F8"/>
    <w:rsid w:val="008643B7"/>
    <w:rsid w:val="00865DED"/>
    <w:rsid w:val="008705C9"/>
    <w:rsid w:val="00874B6B"/>
    <w:rsid w:val="00876646"/>
    <w:rsid w:val="008822C6"/>
    <w:rsid w:val="008902F7"/>
    <w:rsid w:val="00891C71"/>
    <w:rsid w:val="008978BC"/>
    <w:rsid w:val="008A1999"/>
    <w:rsid w:val="008A1A6B"/>
    <w:rsid w:val="008A64C6"/>
    <w:rsid w:val="008B4962"/>
    <w:rsid w:val="008B6DCB"/>
    <w:rsid w:val="008D33F5"/>
    <w:rsid w:val="008E0BCA"/>
    <w:rsid w:val="008E10E3"/>
    <w:rsid w:val="008F0246"/>
    <w:rsid w:val="008F264A"/>
    <w:rsid w:val="008F7787"/>
    <w:rsid w:val="00900B9A"/>
    <w:rsid w:val="00901380"/>
    <w:rsid w:val="00905343"/>
    <w:rsid w:val="0090705B"/>
    <w:rsid w:val="009145E1"/>
    <w:rsid w:val="009213BA"/>
    <w:rsid w:val="00922286"/>
    <w:rsid w:val="00923F31"/>
    <w:rsid w:val="00924353"/>
    <w:rsid w:val="00927579"/>
    <w:rsid w:val="00931440"/>
    <w:rsid w:val="00931FFA"/>
    <w:rsid w:val="00933191"/>
    <w:rsid w:val="0093327F"/>
    <w:rsid w:val="00937B81"/>
    <w:rsid w:val="009432BE"/>
    <w:rsid w:val="00943B9F"/>
    <w:rsid w:val="00946605"/>
    <w:rsid w:val="009501A2"/>
    <w:rsid w:val="0095470A"/>
    <w:rsid w:val="009558A0"/>
    <w:rsid w:val="00957279"/>
    <w:rsid w:val="00960BD8"/>
    <w:rsid w:val="00960F7B"/>
    <w:rsid w:val="00961D4C"/>
    <w:rsid w:val="00964EA5"/>
    <w:rsid w:val="009659EF"/>
    <w:rsid w:val="009715F2"/>
    <w:rsid w:val="0097215C"/>
    <w:rsid w:val="0097291A"/>
    <w:rsid w:val="00972D55"/>
    <w:rsid w:val="009730ED"/>
    <w:rsid w:val="00974C3C"/>
    <w:rsid w:val="009818A9"/>
    <w:rsid w:val="009826E6"/>
    <w:rsid w:val="009840B8"/>
    <w:rsid w:val="009847CE"/>
    <w:rsid w:val="00985EB4"/>
    <w:rsid w:val="009879BD"/>
    <w:rsid w:val="00987DBF"/>
    <w:rsid w:val="00992273"/>
    <w:rsid w:val="009979A0"/>
    <w:rsid w:val="009A48B4"/>
    <w:rsid w:val="009B0592"/>
    <w:rsid w:val="009B0D6C"/>
    <w:rsid w:val="009B12CE"/>
    <w:rsid w:val="009B390F"/>
    <w:rsid w:val="009B476D"/>
    <w:rsid w:val="009B6E2C"/>
    <w:rsid w:val="009C1123"/>
    <w:rsid w:val="009C154A"/>
    <w:rsid w:val="009C1DFC"/>
    <w:rsid w:val="009C270B"/>
    <w:rsid w:val="009C7628"/>
    <w:rsid w:val="009D33B4"/>
    <w:rsid w:val="009D3EEC"/>
    <w:rsid w:val="009D565F"/>
    <w:rsid w:val="009D6A28"/>
    <w:rsid w:val="009E142A"/>
    <w:rsid w:val="009E190B"/>
    <w:rsid w:val="009E5E18"/>
    <w:rsid w:val="009E661D"/>
    <w:rsid w:val="009E7299"/>
    <w:rsid w:val="009F1D1B"/>
    <w:rsid w:val="009F1DFA"/>
    <w:rsid w:val="009F69A0"/>
    <w:rsid w:val="00A00DE9"/>
    <w:rsid w:val="00A06F7B"/>
    <w:rsid w:val="00A101EE"/>
    <w:rsid w:val="00A14BA5"/>
    <w:rsid w:val="00A22FCD"/>
    <w:rsid w:val="00A2598E"/>
    <w:rsid w:val="00A3089E"/>
    <w:rsid w:val="00A35FDB"/>
    <w:rsid w:val="00A42D25"/>
    <w:rsid w:val="00A4456D"/>
    <w:rsid w:val="00A51CCB"/>
    <w:rsid w:val="00A63BBD"/>
    <w:rsid w:val="00A70210"/>
    <w:rsid w:val="00A76716"/>
    <w:rsid w:val="00A82002"/>
    <w:rsid w:val="00A82069"/>
    <w:rsid w:val="00A82876"/>
    <w:rsid w:val="00A83DA0"/>
    <w:rsid w:val="00A92B25"/>
    <w:rsid w:val="00A94E37"/>
    <w:rsid w:val="00A94FF3"/>
    <w:rsid w:val="00A97F1A"/>
    <w:rsid w:val="00AB0EDA"/>
    <w:rsid w:val="00AB1218"/>
    <w:rsid w:val="00AB32D4"/>
    <w:rsid w:val="00AB44A3"/>
    <w:rsid w:val="00AB566A"/>
    <w:rsid w:val="00AC19C9"/>
    <w:rsid w:val="00AC22CB"/>
    <w:rsid w:val="00AC2C15"/>
    <w:rsid w:val="00AC692A"/>
    <w:rsid w:val="00AD156A"/>
    <w:rsid w:val="00AD71F6"/>
    <w:rsid w:val="00AE30D6"/>
    <w:rsid w:val="00AE3964"/>
    <w:rsid w:val="00AE3BE6"/>
    <w:rsid w:val="00AE645D"/>
    <w:rsid w:val="00AF1315"/>
    <w:rsid w:val="00AF1750"/>
    <w:rsid w:val="00AF3D27"/>
    <w:rsid w:val="00AF46F1"/>
    <w:rsid w:val="00AF6C71"/>
    <w:rsid w:val="00B025F8"/>
    <w:rsid w:val="00B03020"/>
    <w:rsid w:val="00B049DA"/>
    <w:rsid w:val="00B11ED7"/>
    <w:rsid w:val="00B135A3"/>
    <w:rsid w:val="00B254E5"/>
    <w:rsid w:val="00B26569"/>
    <w:rsid w:val="00B26D9E"/>
    <w:rsid w:val="00B307C2"/>
    <w:rsid w:val="00B30F4A"/>
    <w:rsid w:val="00B3105E"/>
    <w:rsid w:val="00B33A8B"/>
    <w:rsid w:val="00B33D80"/>
    <w:rsid w:val="00B356EB"/>
    <w:rsid w:val="00B36182"/>
    <w:rsid w:val="00B37663"/>
    <w:rsid w:val="00B41D03"/>
    <w:rsid w:val="00B42097"/>
    <w:rsid w:val="00B4533A"/>
    <w:rsid w:val="00B523FA"/>
    <w:rsid w:val="00B55D30"/>
    <w:rsid w:val="00B62689"/>
    <w:rsid w:val="00B719F8"/>
    <w:rsid w:val="00B736C5"/>
    <w:rsid w:val="00B73D04"/>
    <w:rsid w:val="00B763A8"/>
    <w:rsid w:val="00B825AF"/>
    <w:rsid w:val="00B837EB"/>
    <w:rsid w:val="00B90E13"/>
    <w:rsid w:val="00B928FD"/>
    <w:rsid w:val="00B960DF"/>
    <w:rsid w:val="00B969CD"/>
    <w:rsid w:val="00BA00EE"/>
    <w:rsid w:val="00BA53B2"/>
    <w:rsid w:val="00BA611B"/>
    <w:rsid w:val="00BA61BE"/>
    <w:rsid w:val="00BA77D9"/>
    <w:rsid w:val="00BA788E"/>
    <w:rsid w:val="00BB27C6"/>
    <w:rsid w:val="00BB2B8D"/>
    <w:rsid w:val="00BB4CFF"/>
    <w:rsid w:val="00BB6354"/>
    <w:rsid w:val="00BC5E81"/>
    <w:rsid w:val="00BD1540"/>
    <w:rsid w:val="00BD36B6"/>
    <w:rsid w:val="00BD5F60"/>
    <w:rsid w:val="00BD6C22"/>
    <w:rsid w:val="00BD743A"/>
    <w:rsid w:val="00BE4D60"/>
    <w:rsid w:val="00BE558D"/>
    <w:rsid w:val="00BE5953"/>
    <w:rsid w:val="00BE68D8"/>
    <w:rsid w:val="00BE7474"/>
    <w:rsid w:val="00BF0095"/>
    <w:rsid w:val="00BF5083"/>
    <w:rsid w:val="00C00CB5"/>
    <w:rsid w:val="00C02007"/>
    <w:rsid w:val="00C044A1"/>
    <w:rsid w:val="00C05F58"/>
    <w:rsid w:val="00C06C1E"/>
    <w:rsid w:val="00C128FD"/>
    <w:rsid w:val="00C13F7F"/>
    <w:rsid w:val="00C15A04"/>
    <w:rsid w:val="00C16B97"/>
    <w:rsid w:val="00C17874"/>
    <w:rsid w:val="00C17D42"/>
    <w:rsid w:val="00C22BD7"/>
    <w:rsid w:val="00C24BB7"/>
    <w:rsid w:val="00C252DF"/>
    <w:rsid w:val="00C25413"/>
    <w:rsid w:val="00C30487"/>
    <w:rsid w:val="00C4713F"/>
    <w:rsid w:val="00C51E36"/>
    <w:rsid w:val="00C53C4B"/>
    <w:rsid w:val="00C54EF8"/>
    <w:rsid w:val="00C55659"/>
    <w:rsid w:val="00C624C2"/>
    <w:rsid w:val="00C731ED"/>
    <w:rsid w:val="00C73948"/>
    <w:rsid w:val="00C77D94"/>
    <w:rsid w:val="00C81C1C"/>
    <w:rsid w:val="00C82511"/>
    <w:rsid w:val="00C944A7"/>
    <w:rsid w:val="00C9663F"/>
    <w:rsid w:val="00C97CC4"/>
    <w:rsid w:val="00CA02F7"/>
    <w:rsid w:val="00CA13E9"/>
    <w:rsid w:val="00CA2907"/>
    <w:rsid w:val="00CA3ECA"/>
    <w:rsid w:val="00CA50F7"/>
    <w:rsid w:val="00CA6441"/>
    <w:rsid w:val="00CB3764"/>
    <w:rsid w:val="00CB5C44"/>
    <w:rsid w:val="00CB6E94"/>
    <w:rsid w:val="00CD22B6"/>
    <w:rsid w:val="00CD3BFB"/>
    <w:rsid w:val="00CD3E42"/>
    <w:rsid w:val="00CD3FA3"/>
    <w:rsid w:val="00CD7F8B"/>
    <w:rsid w:val="00CE06ED"/>
    <w:rsid w:val="00CE1F24"/>
    <w:rsid w:val="00CE4760"/>
    <w:rsid w:val="00CE4CBF"/>
    <w:rsid w:val="00CF2E09"/>
    <w:rsid w:val="00CF3E79"/>
    <w:rsid w:val="00D050AE"/>
    <w:rsid w:val="00D1128A"/>
    <w:rsid w:val="00D14653"/>
    <w:rsid w:val="00D16E98"/>
    <w:rsid w:val="00D302DB"/>
    <w:rsid w:val="00D43763"/>
    <w:rsid w:val="00D437ED"/>
    <w:rsid w:val="00D45BEE"/>
    <w:rsid w:val="00D4706A"/>
    <w:rsid w:val="00D56228"/>
    <w:rsid w:val="00D719F2"/>
    <w:rsid w:val="00D73BFA"/>
    <w:rsid w:val="00D93244"/>
    <w:rsid w:val="00D933FD"/>
    <w:rsid w:val="00D95B9F"/>
    <w:rsid w:val="00DA35C4"/>
    <w:rsid w:val="00DA36CE"/>
    <w:rsid w:val="00DB38AE"/>
    <w:rsid w:val="00DB3DFB"/>
    <w:rsid w:val="00DB3F49"/>
    <w:rsid w:val="00DB7A24"/>
    <w:rsid w:val="00DC03B8"/>
    <w:rsid w:val="00DD33F2"/>
    <w:rsid w:val="00DD3A6C"/>
    <w:rsid w:val="00DE338F"/>
    <w:rsid w:val="00DE3C5D"/>
    <w:rsid w:val="00DE5116"/>
    <w:rsid w:val="00DE621A"/>
    <w:rsid w:val="00DE6680"/>
    <w:rsid w:val="00DF12A9"/>
    <w:rsid w:val="00DF2AF9"/>
    <w:rsid w:val="00DF2DA5"/>
    <w:rsid w:val="00DF5CB6"/>
    <w:rsid w:val="00E01270"/>
    <w:rsid w:val="00E0208B"/>
    <w:rsid w:val="00E036E4"/>
    <w:rsid w:val="00E10744"/>
    <w:rsid w:val="00E11808"/>
    <w:rsid w:val="00E14C41"/>
    <w:rsid w:val="00E1642B"/>
    <w:rsid w:val="00E2212C"/>
    <w:rsid w:val="00E24123"/>
    <w:rsid w:val="00E33073"/>
    <w:rsid w:val="00E405A7"/>
    <w:rsid w:val="00E446A6"/>
    <w:rsid w:val="00E4475A"/>
    <w:rsid w:val="00E45BA6"/>
    <w:rsid w:val="00E5095B"/>
    <w:rsid w:val="00E513CD"/>
    <w:rsid w:val="00E54885"/>
    <w:rsid w:val="00E57A28"/>
    <w:rsid w:val="00E60102"/>
    <w:rsid w:val="00E6219F"/>
    <w:rsid w:val="00E71AAF"/>
    <w:rsid w:val="00E72778"/>
    <w:rsid w:val="00E73150"/>
    <w:rsid w:val="00E74784"/>
    <w:rsid w:val="00E759C5"/>
    <w:rsid w:val="00E8227F"/>
    <w:rsid w:val="00E84506"/>
    <w:rsid w:val="00E93EF3"/>
    <w:rsid w:val="00E93F2E"/>
    <w:rsid w:val="00EA21A0"/>
    <w:rsid w:val="00EA2B89"/>
    <w:rsid w:val="00EA61D0"/>
    <w:rsid w:val="00EA6571"/>
    <w:rsid w:val="00EA7DF7"/>
    <w:rsid w:val="00EC5231"/>
    <w:rsid w:val="00EC5C7B"/>
    <w:rsid w:val="00EC6B26"/>
    <w:rsid w:val="00EC777F"/>
    <w:rsid w:val="00EE01C4"/>
    <w:rsid w:val="00EE0C3F"/>
    <w:rsid w:val="00EE3877"/>
    <w:rsid w:val="00EE5ACC"/>
    <w:rsid w:val="00EE5F1C"/>
    <w:rsid w:val="00EF048E"/>
    <w:rsid w:val="00EF252F"/>
    <w:rsid w:val="00EF2DC1"/>
    <w:rsid w:val="00EF436E"/>
    <w:rsid w:val="00EF5148"/>
    <w:rsid w:val="00EF52C0"/>
    <w:rsid w:val="00EF55E7"/>
    <w:rsid w:val="00EF722A"/>
    <w:rsid w:val="00EF7700"/>
    <w:rsid w:val="00F01D25"/>
    <w:rsid w:val="00F01EAE"/>
    <w:rsid w:val="00F02A4F"/>
    <w:rsid w:val="00F05622"/>
    <w:rsid w:val="00F1043F"/>
    <w:rsid w:val="00F11D7E"/>
    <w:rsid w:val="00F208B3"/>
    <w:rsid w:val="00F21634"/>
    <w:rsid w:val="00F21CBB"/>
    <w:rsid w:val="00F22324"/>
    <w:rsid w:val="00F239E2"/>
    <w:rsid w:val="00F30B62"/>
    <w:rsid w:val="00F33131"/>
    <w:rsid w:val="00F33AFE"/>
    <w:rsid w:val="00F34559"/>
    <w:rsid w:val="00F4103B"/>
    <w:rsid w:val="00F416AA"/>
    <w:rsid w:val="00F439BB"/>
    <w:rsid w:val="00F44259"/>
    <w:rsid w:val="00F45C4A"/>
    <w:rsid w:val="00F4612B"/>
    <w:rsid w:val="00F46B7C"/>
    <w:rsid w:val="00F502C5"/>
    <w:rsid w:val="00F503F3"/>
    <w:rsid w:val="00F509D6"/>
    <w:rsid w:val="00F52C45"/>
    <w:rsid w:val="00F57297"/>
    <w:rsid w:val="00F60D7D"/>
    <w:rsid w:val="00F6327E"/>
    <w:rsid w:val="00F6584E"/>
    <w:rsid w:val="00F65E4E"/>
    <w:rsid w:val="00F67430"/>
    <w:rsid w:val="00F67BC3"/>
    <w:rsid w:val="00F74A1F"/>
    <w:rsid w:val="00F8686D"/>
    <w:rsid w:val="00F9350A"/>
    <w:rsid w:val="00F94A93"/>
    <w:rsid w:val="00FA72FE"/>
    <w:rsid w:val="00FB323D"/>
    <w:rsid w:val="00FB4B34"/>
    <w:rsid w:val="00FC11A0"/>
    <w:rsid w:val="00FC3C29"/>
    <w:rsid w:val="00FD546D"/>
    <w:rsid w:val="00FD6064"/>
    <w:rsid w:val="00FE0EE1"/>
    <w:rsid w:val="00FE1737"/>
    <w:rsid w:val="00FE4DCE"/>
    <w:rsid w:val="00FE501F"/>
    <w:rsid w:val="00FE5EC8"/>
    <w:rsid w:val="00FE7EFC"/>
    <w:rsid w:val="00FF3A5C"/>
    <w:rsid w:val="00FF6524"/>
    <w:rsid w:val="00FF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F7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62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7E0562"/>
    <w:pPr>
      <w:widowControl w:val="0"/>
      <w:autoSpaceDE w:val="0"/>
      <w:autoSpaceDN w:val="0"/>
    </w:pPr>
    <w:rPr>
      <w:rFonts w:cs="Calibri"/>
      <w:b/>
      <w:bCs/>
    </w:rPr>
  </w:style>
  <w:style w:type="character" w:styleId="Hyperlink">
    <w:name w:val="Hyperlink"/>
    <w:basedOn w:val="DefaultParagraphFont"/>
    <w:uiPriority w:val="99"/>
    <w:rsid w:val="002C3ED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7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2A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6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0F7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6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F7B"/>
    <w:rPr>
      <w:rFonts w:cs="Times New Roman"/>
    </w:rPr>
  </w:style>
  <w:style w:type="paragraph" w:customStyle="1" w:styleId="ConsPlusCell">
    <w:name w:val="ConsPlusCell"/>
    <w:uiPriority w:val="99"/>
    <w:rsid w:val="00182C8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3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2B10F2E3C31C172C257C43DD377FA3B553B13D5817FE155C9429F7C6B87AF5BDF3r9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1D62E0EB2DF83F91AF722BB64C9B569DBDD4A5EC1548382FC40215A944A2E830BA174EEFD6F59E9C3C15DB27t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915</TotalTime>
  <Pages>17</Pages>
  <Words>3121</Words>
  <Characters>17790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КоломиецАА</dc:creator>
  <cp:keywords/>
  <dc:description/>
  <cp:lastModifiedBy>Centr</cp:lastModifiedBy>
  <cp:revision>39</cp:revision>
  <cp:lastPrinted>2016-10-17T10:08:00Z</cp:lastPrinted>
  <dcterms:created xsi:type="dcterms:W3CDTF">2016-10-17T07:03:00Z</dcterms:created>
  <dcterms:modified xsi:type="dcterms:W3CDTF">2017-12-26T10:41:00Z</dcterms:modified>
</cp:coreProperties>
</file>